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70A853AC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5EACDAB8" w14:textId="77777777" w:rsidR="005B693D" w:rsidRPr="00CB5915" w:rsidRDefault="005B693D" w:rsidP="005B693D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0715761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AB7055" w:rsidRPr="008F04CB">
        <w:rPr>
          <w:rFonts w:ascii="Arial" w:hAnsi="Arial"/>
          <w:lang w:val="fr-BE"/>
        </w:rPr>
        <w:t xml:space="preserve">le </w:t>
      </w:r>
      <w:r w:rsidR="00AB7055">
        <w:rPr>
          <w:rFonts w:ascii="Arial" w:hAnsi="Arial"/>
          <w:lang w:val="fr-BE"/>
        </w:rPr>
        <w:t>mitigeur thermostatique</w:t>
      </w:r>
      <w:r w:rsidR="00AB7055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270CF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D270CF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5E8D" w14:textId="77777777" w:rsidR="005F46ED" w:rsidRDefault="005F46ED">
      <w:r>
        <w:separator/>
      </w:r>
    </w:p>
  </w:endnote>
  <w:endnote w:type="continuationSeparator" w:id="0">
    <w:p w14:paraId="2CAECFE7" w14:textId="77777777" w:rsidR="005F46ED" w:rsidRDefault="005F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152A1" w14:textId="77777777" w:rsidR="005F46ED" w:rsidRDefault="005F46ED">
      <w:r>
        <w:separator/>
      </w:r>
    </w:p>
  </w:footnote>
  <w:footnote w:type="continuationSeparator" w:id="0">
    <w:p w14:paraId="3AA8FC85" w14:textId="77777777" w:rsidR="005F46ED" w:rsidRDefault="005F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137F946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D270CF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693D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46E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B7055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0CF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2A04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F9063C-4F76-4900-BD2D-77614915EC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2023-12-22T08:42:00Z</dcterms:created>
  <dcterms:modified xsi:type="dcterms:W3CDTF">2023-12-22T08:42:00Z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